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E3D" w:rsidRDefault="00774E3D" w:rsidP="00E67CA1">
      <w:pPr>
        <w:rPr>
          <w:b/>
        </w:rPr>
      </w:pPr>
    </w:p>
    <w:p w:rsidR="00774E3D" w:rsidRDefault="00A22B20" w:rsidP="009506F4">
      <w:r>
        <w:t>Supplement 1</w:t>
      </w:r>
      <w:bookmarkStart w:id="0" w:name="_GoBack"/>
      <w:bookmarkEnd w:id="0"/>
      <w:r w:rsidR="00EE0179">
        <w:t xml:space="preserve"> contains files defining the </w:t>
      </w:r>
      <w:proofErr w:type="gramStart"/>
      <w:r w:rsidR="00EE0179">
        <w:t>ecosystem service demand levels</w:t>
      </w:r>
      <w:proofErr w:type="gramEnd"/>
      <w:r w:rsidR="00EE0179">
        <w:t xml:space="preserve"> throughout each scenario. Baseline demands </w:t>
      </w:r>
      <w:proofErr w:type="gramStart"/>
      <w:r w:rsidR="00EE0179">
        <w:t>are given</w:t>
      </w:r>
      <w:proofErr w:type="gramEnd"/>
      <w:r w:rsidR="00EE0179">
        <w:t xml:space="preserve"> under the year 2016, and further values calculated as described in the main text.</w:t>
      </w:r>
      <w:r w:rsidR="009506F4">
        <w:t xml:space="preserve"> Demand values are related to production levels in some cases and are abstract in others; therefore values are normalised during the calculation of benefit values.</w:t>
      </w:r>
      <w:r w:rsidR="00774E3D">
        <w:t xml:space="preserve"> </w:t>
      </w:r>
    </w:p>
    <w:sectPr w:rsidR="00774E3D" w:rsidSect="0091791F">
      <w:footerReference w:type="default" r:id="rId8"/>
      <w:pgSz w:w="11907" w:h="13608"/>
      <w:pgMar w:top="567" w:right="936" w:bottom="1338" w:left="936" w:header="0" w:footer="737" w:gutter="0"/>
      <w:lnNumType w:countBy="5" w:distance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BD3" w:rsidRDefault="005F5BD3" w:rsidP="006D0C96">
      <w:pPr>
        <w:spacing w:line="240" w:lineRule="auto"/>
      </w:pPr>
      <w:r>
        <w:separator/>
      </w:r>
    </w:p>
  </w:endnote>
  <w:endnote w:type="continuationSeparator" w:id="0">
    <w:p w:rsidR="005F5BD3" w:rsidRDefault="005F5BD3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0C96" w:rsidRDefault="006D0C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B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BD3" w:rsidRDefault="005F5BD3" w:rsidP="006D0C96">
      <w:pPr>
        <w:spacing w:line="240" w:lineRule="auto"/>
      </w:pPr>
      <w:r>
        <w:separator/>
      </w:r>
    </w:p>
  </w:footnote>
  <w:footnote w:type="continuationSeparator" w:id="0">
    <w:p w:rsidR="005F5BD3" w:rsidRDefault="005F5BD3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42BFB"/>
    <w:multiLevelType w:val="hybridMultilevel"/>
    <w:tmpl w:val="0E589C2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13"/>
    <w:rsid w:val="0005690A"/>
    <w:rsid w:val="00075F28"/>
    <w:rsid w:val="000A1B66"/>
    <w:rsid w:val="000C3A9F"/>
    <w:rsid w:val="00144CB8"/>
    <w:rsid w:val="00161324"/>
    <w:rsid w:val="00167760"/>
    <w:rsid w:val="001C5EB9"/>
    <w:rsid w:val="00203F92"/>
    <w:rsid w:val="00213277"/>
    <w:rsid w:val="002364C6"/>
    <w:rsid w:val="00280BD7"/>
    <w:rsid w:val="002B2DAC"/>
    <w:rsid w:val="003047DA"/>
    <w:rsid w:val="003118C8"/>
    <w:rsid w:val="003A4FB4"/>
    <w:rsid w:val="003B5256"/>
    <w:rsid w:val="003D5288"/>
    <w:rsid w:val="00450DB9"/>
    <w:rsid w:val="00463568"/>
    <w:rsid w:val="00491DB4"/>
    <w:rsid w:val="004B41AF"/>
    <w:rsid w:val="004D0F1A"/>
    <w:rsid w:val="0055217B"/>
    <w:rsid w:val="00564213"/>
    <w:rsid w:val="005A4672"/>
    <w:rsid w:val="005A4F32"/>
    <w:rsid w:val="005F5BD3"/>
    <w:rsid w:val="006326D7"/>
    <w:rsid w:val="00670F05"/>
    <w:rsid w:val="006D0C96"/>
    <w:rsid w:val="006E2439"/>
    <w:rsid w:val="0070537F"/>
    <w:rsid w:val="00751A44"/>
    <w:rsid w:val="00774E3D"/>
    <w:rsid w:val="00796A7F"/>
    <w:rsid w:val="008025FD"/>
    <w:rsid w:val="00855006"/>
    <w:rsid w:val="00862BC2"/>
    <w:rsid w:val="008809CE"/>
    <w:rsid w:val="008B719F"/>
    <w:rsid w:val="008E213F"/>
    <w:rsid w:val="008E3110"/>
    <w:rsid w:val="009150E4"/>
    <w:rsid w:val="0091791F"/>
    <w:rsid w:val="009242BB"/>
    <w:rsid w:val="009318EF"/>
    <w:rsid w:val="00932F15"/>
    <w:rsid w:val="00943440"/>
    <w:rsid w:val="009506F4"/>
    <w:rsid w:val="009C19B7"/>
    <w:rsid w:val="009D38E2"/>
    <w:rsid w:val="009F2C0A"/>
    <w:rsid w:val="00A22B20"/>
    <w:rsid w:val="00AE236C"/>
    <w:rsid w:val="00AE3170"/>
    <w:rsid w:val="00AE4157"/>
    <w:rsid w:val="00B22073"/>
    <w:rsid w:val="00B4015F"/>
    <w:rsid w:val="00B5719D"/>
    <w:rsid w:val="00B75342"/>
    <w:rsid w:val="00B94A58"/>
    <w:rsid w:val="00BD0523"/>
    <w:rsid w:val="00C105B5"/>
    <w:rsid w:val="00C1589F"/>
    <w:rsid w:val="00C26311"/>
    <w:rsid w:val="00C35812"/>
    <w:rsid w:val="00C82F79"/>
    <w:rsid w:val="00C858A1"/>
    <w:rsid w:val="00CC51D0"/>
    <w:rsid w:val="00D1621D"/>
    <w:rsid w:val="00D201DE"/>
    <w:rsid w:val="00D40CE0"/>
    <w:rsid w:val="00D732C8"/>
    <w:rsid w:val="00D776D7"/>
    <w:rsid w:val="00DB4E53"/>
    <w:rsid w:val="00E00339"/>
    <w:rsid w:val="00E142A8"/>
    <w:rsid w:val="00E67CA1"/>
    <w:rsid w:val="00ED6B96"/>
    <w:rsid w:val="00EE0179"/>
    <w:rsid w:val="00EE58C0"/>
    <w:rsid w:val="00F330CA"/>
    <w:rsid w:val="00F35903"/>
    <w:rsid w:val="00F5258E"/>
    <w:rsid w:val="00F63118"/>
    <w:rsid w:val="00F6664A"/>
    <w:rsid w:val="00FB59CF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514E9"/>
  <w15:docId w15:val="{0CB5BBC6-56B3-42C3-8B40-72225E76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qFormat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F330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19D82-78B2-4708-A6B7-294C207A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Brown, Calum</cp:lastModifiedBy>
  <cp:revision>8</cp:revision>
  <cp:lastPrinted>2016-02-01T07:21:00Z</cp:lastPrinted>
  <dcterms:created xsi:type="dcterms:W3CDTF">2019-05-09T13:21:00Z</dcterms:created>
  <dcterms:modified xsi:type="dcterms:W3CDTF">2019-05-10T12:15:00Z</dcterms:modified>
</cp:coreProperties>
</file>